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4560CC" w14:textId="7EE4C6A2" w:rsidR="009348E2" w:rsidRPr="001371AE" w:rsidRDefault="009348E2" w:rsidP="001371AE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</w:t>
      </w:r>
      <w:r w:rsidR="001249C0">
        <w:rPr>
          <w:rFonts w:asciiTheme="minorHAnsi" w:eastAsia="Times New Roman" w:hAnsiTheme="minorHAnsi"/>
        </w:rPr>
        <w:t xml:space="preserve"> profesníh</w:t>
      </w:r>
      <w:r w:rsidR="00656132">
        <w:rPr>
          <w:rFonts w:asciiTheme="minorHAnsi" w:eastAsia="Times New Roman" w:hAnsiTheme="minorHAnsi"/>
        </w:rPr>
        <w:t>o</w:t>
      </w:r>
      <w:r w:rsidR="001249C0">
        <w:rPr>
          <w:rFonts w:asciiTheme="minorHAnsi" w:eastAsia="Times New Roman" w:hAnsiTheme="minorHAnsi"/>
        </w:rPr>
        <w:t xml:space="preserve"> </w:t>
      </w:r>
      <w:r w:rsidRPr="00A07A54">
        <w:rPr>
          <w:rFonts w:asciiTheme="minorHAnsi" w:eastAsia="Times New Roman" w:hAnsiTheme="minorHAnsi"/>
        </w:rPr>
        <w:t>životopis</w:t>
      </w:r>
      <w:r w:rsidR="00656132">
        <w:rPr>
          <w:rFonts w:asciiTheme="minorHAnsi" w:eastAsia="Times New Roman" w:hAnsiTheme="minorHAnsi"/>
        </w:rPr>
        <w:t>u</w:t>
      </w:r>
      <w:r w:rsidR="001249C0">
        <w:rPr>
          <w:rFonts w:asciiTheme="minorHAnsi" w:eastAsia="Times New Roman" w:hAnsiTheme="minorHAnsi"/>
        </w:rPr>
        <w:t xml:space="preserve"> členů realizačního týmu</w:t>
      </w:r>
    </w:p>
    <w:p w14:paraId="24DA1E84" w14:textId="77777777" w:rsidR="001371AE" w:rsidRPr="00693345" w:rsidRDefault="001371AE" w:rsidP="001371A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693345">
        <w:rPr>
          <w:rFonts w:ascii="Verdana" w:hAnsi="Verdana"/>
          <w:b/>
        </w:rPr>
        <w:t>Účastník:</w:t>
      </w:r>
    </w:p>
    <w:p w14:paraId="5ED180F9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outlineLvl w:val="0"/>
        <w:rPr>
          <w:rFonts w:ascii="Verdana" w:hAnsi="Verdana"/>
          <w:b/>
        </w:rPr>
      </w:pPr>
      <w:r w:rsidRPr="00693345">
        <w:rPr>
          <w:rFonts w:ascii="Verdana" w:hAnsi="Verdana"/>
          <w:b/>
        </w:rPr>
        <w:t>Obchodní firma/jméno</w:t>
      </w:r>
      <w:r w:rsidRPr="00693345">
        <w:rPr>
          <w:rFonts w:ascii="Verdana" w:hAnsi="Verdana"/>
          <w:b/>
        </w:rPr>
        <w:tab/>
      </w:r>
      <w:r w:rsidRPr="00693345">
        <w:rPr>
          <w:rFonts w:ascii="Verdana" w:hAnsi="Verdana"/>
          <w:b/>
        </w:rPr>
        <w:tab/>
      </w:r>
      <w:sdt>
        <w:sdtPr>
          <w:rPr>
            <w:rFonts w:ascii="Verdana" w:hAnsi="Verdana"/>
            <w:b/>
          </w:rPr>
          <w:id w:val="1429474329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264DCB31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Sídlo/místo podnikání</w:t>
      </w:r>
      <w:r w:rsidRPr="00693345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1640455540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1178DE83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IČO</w:t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1042712692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64FCF48B" w14:textId="77777777" w:rsidR="001371AE" w:rsidRPr="00693345" w:rsidRDefault="001371AE" w:rsidP="001371AE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693345">
        <w:rPr>
          <w:rFonts w:ascii="Verdana" w:hAnsi="Verdana"/>
        </w:rPr>
        <w:t>Právní forma</w:t>
      </w:r>
      <w:r w:rsidRPr="00693345"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693345">
        <w:rPr>
          <w:rFonts w:ascii="Verdana" w:hAnsi="Verdana"/>
        </w:rPr>
        <w:tab/>
      </w:r>
      <w:sdt>
        <w:sdtPr>
          <w:rPr>
            <w:rFonts w:ascii="Verdana" w:hAnsi="Verdana"/>
          </w:rPr>
          <w:id w:val="892390151"/>
          <w:placeholder>
            <w:docPart w:val="195ADCD2AD82430E8215A84FF6D92D1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573E7819" w14:textId="77777777" w:rsidR="001371AE" w:rsidRPr="00693345" w:rsidRDefault="001371AE" w:rsidP="001371AE">
      <w:pPr>
        <w:rPr>
          <w:rFonts w:ascii="Verdana" w:hAnsi="Verdana"/>
        </w:rPr>
      </w:pPr>
    </w:p>
    <w:p w14:paraId="12923DBD" w14:textId="4CFCADE2" w:rsidR="001371AE" w:rsidRPr="00693345" w:rsidRDefault="001371AE" w:rsidP="001371AE">
      <w:pPr>
        <w:jc w:val="both"/>
        <w:rPr>
          <w:rFonts w:ascii="Verdana" w:hAnsi="Verdana"/>
        </w:rPr>
      </w:pPr>
      <w:r w:rsidRPr="00693345">
        <w:rPr>
          <w:rFonts w:ascii="Verdana" w:hAnsi="Verdana"/>
        </w:rPr>
        <w:t xml:space="preserve">který podává nabídku na veřejnou zakázku s názvem </w:t>
      </w:r>
      <w:r w:rsidRPr="001E71B1">
        <w:rPr>
          <w:rFonts w:ascii="Verdana" w:hAnsi="Verdana"/>
          <w:b/>
        </w:rPr>
        <w:t>„</w:t>
      </w:r>
      <w:r w:rsidR="00665BA0" w:rsidRPr="00665BA0">
        <w:rPr>
          <w:rFonts w:ascii="Verdana" w:eastAsia="Verdana" w:hAnsi="Verdana"/>
          <w:b/>
          <w:u w:val="single"/>
        </w:rPr>
        <w:t>Dlouhodobý monitoring kolejového řešení mostu v km 32,544 na trati Ostrava Kunčice – Ostrava Vítkovice</w:t>
      </w:r>
      <w:bookmarkStart w:id="0" w:name="_GoBack"/>
      <w:bookmarkEnd w:id="0"/>
      <w:r w:rsidRPr="001E71B1">
        <w:rPr>
          <w:rFonts w:ascii="Verdana" w:hAnsi="Verdana"/>
          <w:b/>
        </w:rPr>
        <w:t>“</w:t>
      </w:r>
      <w:r w:rsidRPr="00693345">
        <w:rPr>
          <w:rFonts w:ascii="Verdana" w:hAnsi="Verdana"/>
        </w:rPr>
        <w:t>, tímto předkládá profesní životopis pracovníka, který se bude podílet na plnění veřejné zakázky.</w:t>
      </w:r>
    </w:p>
    <w:p w14:paraId="0F57294B" w14:textId="77777777" w:rsidR="001371AE" w:rsidRPr="00693345" w:rsidRDefault="001371AE" w:rsidP="001371AE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E79EEB9179F74CBAA40729993397EDD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7ED7A" w14:textId="77777777" w:rsidR="001371AE" w:rsidRPr="00693345" w:rsidRDefault="001371AE" w:rsidP="001371AE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FBE22E1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Identifikační údaje pracovníka:</w:t>
      </w:r>
    </w:p>
    <w:p w14:paraId="3C4D0F78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</w:p>
    <w:p w14:paraId="735740A3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Jméno, příjmení, titul: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887795410"/>
          <w:placeholder>
            <w:docPart w:val="ED28CE2DFF9E4A59ADA000B0F5840F0F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7557A971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Datum narození: 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282108010"/>
          <w:placeholder>
            <w:docPart w:val="1BFC1C5450E9409090DD1B1F806B23A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3F0C5A8C" w14:textId="77777777" w:rsidR="001371AE" w:rsidRPr="00693345" w:rsidRDefault="001371AE" w:rsidP="001371AE">
      <w:pPr>
        <w:spacing w:after="0"/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Kontaktní pracovní adresa (včetně pracovní tel/e-mail): </w:t>
      </w:r>
      <w:r w:rsidRPr="00693345">
        <w:rPr>
          <w:rFonts w:ascii="Verdana" w:hAnsi="Verdana" w:cstheme="minorHAnsi"/>
        </w:rPr>
        <w:tab/>
      </w:r>
      <w:sdt>
        <w:sdtPr>
          <w:rPr>
            <w:rFonts w:ascii="Verdana" w:hAnsi="Verdana"/>
          </w:rPr>
          <w:id w:val="-1748646419"/>
          <w:placeholder>
            <w:docPart w:val="18725D10C70B48FC8D12538BC6B50073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57FA887F" w14:textId="77777777" w:rsidR="001371AE" w:rsidRPr="00693345" w:rsidRDefault="001371AE" w:rsidP="001371AE">
      <w:pPr>
        <w:spacing w:after="0"/>
        <w:rPr>
          <w:rFonts w:ascii="Verdana" w:hAnsi="Verdana" w:cstheme="minorHAnsi"/>
          <w:i/>
          <w:iCs/>
        </w:rPr>
      </w:pPr>
      <w:r w:rsidRPr="00693345">
        <w:rPr>
          <w:rFonts w:ascii="Verdana" w:hAnsi="Verdana" w:cstheme="minorHAnsi"/>
        </w:rPr>
        <w:t xml:space="preserve">Členství v profesních organizacích: </w:t>
      </w:r>
      <w:sdt>
        <w:sdtPr>
          <w:rPr>
            <w:rFonts w:ascii="Verdana" w:hAnsi="Verdana"/>
          </w:rPr>
          <w:id w:val="-811026163"/>
          <w:placeholder>
            <w:docPart w:val="C6E45EA75D224374A7FD6F2DBB67FE6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41534F98" w14:textId="77777777" w:rsidR="001371AE" w:rsidRPr="00693345" w:rsidRDefault="001371AE" w:rsidP="001371AE">
      <w:pPr>
        <w:ind w:left="900"/>
        <w:rPr>
          <w:rFonts w:ascii="Verdana" w:hAnsi="Verdana" w:cstheme="minorHAnsi"/>
        </w:rPr>
      </w:pPr>
    </w:p>
    <w:p w14:paraId="342163CB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</w:rPr>
        <w:footnoteReference w:id="1"/>
      </w:r>
      <w:r w:rsidRPr="00693345">
        <w:rPr>
          <w:rFonts w:ascii="Verdana" w:hAnsi="Verdana" w:cstheme="minorHAnsi"/>
        </w:rPr>
        <w:t xml:space="preserve">: </w:t>
      </w:r>
      <w:sdt>
        <w:sdtPr>
          <w:rPr>
            <w:rFonts w:ascii="Verdana" w:hAnsi="Verdana"/>
          </w:rPr>
          <w:id w:val="2107922494"/>
          <w:placeholder>
            <w:docPart w:val="8F368645F29E4BF7BA71898175782938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7FFE39F6" w14:textId="77777777" w:rsidR="001371AE" w:rsidRPr="00693345" w:rsidRDefault="001371AE" w:rsidP="001371AE">
      <w:pPr>
        <w:ind w:left="900"/>
        <w:jc w:val="both"/>
        <w:rPr>
          <w:rFonts w:ascii="Verdana" w:hAnsi="Verdana" w:cstheme="minorHAnsi"/>
        </w:rPr>
      </w:pPr>
    </w:p>
    <w:p w14:paraId="57027CB0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Hlavní kvalifikace: </w:t>
      </w:r>
      <w:sdt>
        <w:sdtPr>
          <w:rPr>
            <w:rFonts w:ascii="Verdana" w:hAnsi="Verdana"/>
          </w:rPr>
          <w:id w:val="834577339"/>
          <w:placeholder>
            <w:docPart w:val="6A0280AD6DAD4719A1A5421C614A452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1576628D" w14:textId="77777777" w:rsidR="001371AE" w:rsidRPr="00693345" w:rsidRDefault="001371AE" w:rsidP="001371AE">
      <w:pPr>
        <w:ind w:left="900"/>
        <w:jc w:val="both"/>
        <w:rPr>
          <w:rFonts w:ascii="Verdana" w:hAnsi="Verdana" w:cstheme="minorHAnsi"/>
        </w:rPr>
      </w:pPr>
    </w:p>
    <w:p w14:paraId="79AF834D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 xml:space="preserve">Odborná </w:t>
      </w:r>
      <w:r w:rsidRPr="00693345">
        <w:rPr>
          <w:rFonts w:ascii="Verdana" w:hAnsi="Verdana" w:cstheme="minorHAnsi"/>
          <w:b/>
        </w:rPr>
        <w:t>praxe</w:t>
      </w:r>
      <w:r w:rsidRPr="00693345">
        <w:rPr>
          <w:rFonts w:ascii="Verdana" w:hAnsi="Verdana" w:cstheme="minorHAnsi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vertAlign w:val="superscript"/>
        </w:rPr>
        <w:footnoteReference w:id="2"/>
      </w:r>
      <w:r w:rsidRPr="00693345">
        <w:rPr>
          <w:rFonts w:ascii="Verdana" w:hAnsi="Verdana" w:cstheme="minorHAnsi"/>
        </w:rPr>
        <w:t>:</w:t>
      </w:r>
    </w:p>
    <w:p w14:paraId="5D4D1722" w14:textId="77777777" w:rsidR="001371AE" w:rsidRPr="00693345" w:rsidRDefault="001371AE" w:rsidP="001371AE">
      <w:pPr>
        <w:ind w:left="1440"/>
        <w:rPr>
          <w:rFonts w:ascii="Verdana" w:hAnsi="Verdana" w:cstheme="minorHAnsi"/>
        </w:rPr>
      </w:pPr>
    </w:p>
    <w:tbl>
      <w:tblPr>
        <w:tblW w:w="917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8"/>
        <w:gridCol w:w="4588"/>
      </w:tblGrid>
      <w:tr w:rsidR="001371AE" w:rsidRPr="00693345" w14:paraId="13057834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5E6C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Roky odborné praxe celkem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44BA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1065066527"/>
                <w:placeholder>
                  <w:docPart w:val="839D39443C264BAC86FC45FB7D5B0409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5580EDBD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1444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  <w:iCs/>
              </w:rPr>
              <w:t>Délka od (měsíc/rok) do (měsíc/rok) včetně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6970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780073554"/>
                <w:placeholder>
                  <w:docPart w:val="99DF2662201749DF9AF09FEFC9BD43E9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6625CA89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55D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lastRenderedPageBreak/>
              <w:t>Místo výkonu práce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B4FB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305076681"/>
                <w:placeholder>
                  <w:docPart w:val="BD7004550606474792DBC5323918428A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6064461B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E34D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Zaměstnavatel (obch. firma/název a sílo) / OSVČ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7F2A4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185364043"/>
                <w:placeholder>
                  <w:docPart w:val="F7DB1534C8F64CE78712FF4639A4943F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33C329DB" w14:textId="77777777" w:rsidTr="001371AE">
        <w:trPr>
          <w:cantSplit/>
          <w:trHeight w:val="420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736C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Funkce/pracovní pozice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A224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946303620"/>
                <w:placeholder>
                  <w:docPart w:val="420A7548063E4EDD80461CC6954D5463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79F51A72" w14:textId="77777777" w:rsidTr="001371AE">
        <w:trPr>
          <w:cantSplit/>
          <w:trHeight w:val="409"/>
        </w:trPr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97AD1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Popis pracovních činností/náplň praxe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8FFA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1537235651"/>
                <w:placeholder>
                  <w:docPart w:val="F04BA334543944FA90CDCFF171EAD6E3"/>
                </w:placeholder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</w:tbl>
    <w:p w14:paraId="4B048332" w14:textId="77777777" w:rsidR="001371AE" w:rsidRPr="00693345" w:rsidRDefault="001371AE" w:rsidP="001371AE">
      <w:pPr>
        <w:rPr>
          <w:rFonts w:ascii="Verdana" w:hAnsi="Verdana" w:cstheme="minorHAnsi"/>
        </w:rPr>
      </w:pPr>
    </w:p>
    <w:p w14:paraId="0729F1B4" w14:textId="77777777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</w:rPr>
        <w:t xml:space="preserve">Jazykové znalosti (včetně úrovně): </w:t>
      </w:r>
      <w:sdt>
        <w:sdtPr>
          <w:rPr>
            <w:rFonts w:ascii="Verdana" w:hAnsi="Verdana"/>
          </w:rPr>
          <w:id w:val="-1720350250"/>
          <w:placeholder>
            <w:docPart w:val="C4F2E78537EA4C2D832C01C4310C5E9E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</w:p>
    <w:p w14:paraId="43DAD5B9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Osoba:</w:t>
      </w:r>
    </w:p>
    <w:p w14:paraId="3D45F5FF" w14:textId="77777777" w:rsidR="001371AE" w:rsidRPr="00693345" w:rsidRDefault="00665BA0" w:rsidP="001371AE">
      <w:pPr>
        <w:spacing w:after="0"/>
        <w:jc w:val="both"/>
        <w:rPr>
          <w:rFonts w:ascii="Verdana" w:hAnsi="Verdana" w:cstheme="minorHAnsi"/>
        </w:rPr>
      </w:pPr>
      <w:sdt>
        <w:sdtPr>
          <w:rPr>
            <w:rFonts w:ascii="Verdana" w:hAnsi="Verdana" w:cstheme="minorHAnsi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1AE" w:rsidRPr="00693345">
            <w:rPr>
              <w:rFonts w:ascii="MS Gothic" w:eastAsia="MS Gothic" w:hAnsi="MS Gothic" w:cs="MS Gothic" w:hint="eastAsia"/>
            </w:rPr>
            <w:t>☐</w:t>
          </w:r>
        </w:sdtContent>
      </w:sdt>
      <w:r w:rsidR="001371AE" w:rsidRPr="00693345">
        <w:rPr>
          <w:rFonts w:ascii="Verdana" w:hAnsi="Verdana" w:cstheme="minorHAnsi"/>
        </w:rPr>
        <w:t xml:space="preserve"> je </w:t>
      </w:r>
    </w:p>
    <w:p w14:paraId="3FFAFEAB" w14:textId="77777777" w:rsidR="001371AE" w:rsidRPr="00693345" w:rsidRDefault="00665BA0" w:rsidP="001371AE">
      <w:pPr>
        <w:spacing w:after="0"/>
        <w:jc w:val="both"/>
        <w:rPr>
          <w:rFonts w:ascii="Verdana" w:hAnsi="Verdana" w:cstheme="minorHAnsi"/>
        </w:rPr>
      </w:pPr>
      <w:sdt>
        <w:sdtPr>
          <w:rPr>
            <w:rFonts w:ascii="Verdana" w:hAnsi="Verdana" w:cstheme="minorHAnsi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71AE" w:rsidRPr="00693345">
            <w:rPr>
              <w:rFonts w:ascii="MS Gothic" w:eastAsia="MS Gothic" w:hAnsi="MS Gothic" w:cs="MS Gothic" w:hint="eastAsia"/>
            </w:rPr>
            <w:t>☐</w:t>
          </w:r>
        </w:sdtContent>
      </w:sdt>
      <w:r w:rsidR="001371AE" w:rsidRPr="00693345">
        <w:rPr>
          <w:rFonts w:ascii="Verdana" w:hAnsi="Verdana" w:cstheme="minorHAnsi"/>
        </w:rPr>
        <w:t xml:space="preserve"> není </w:t>
      </w:r>
    </w:p>
    <w:p w14:paraId="1B08C775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</w:rPr>
        <w:t>současně zaměstnancem zadavatele.</w:t>
      </w:r>
    </w:p>
    <w:p w14:paraId="1F774017" w14:textId="77777777" w:rsidR="001371AE" w:rsidRPr="00693345" w:rsidRDefault="001371AE" w:rsidP="001371AE">
      <w:pPr>
        <w:jc w:val="both"/>
        <w:rPr>
          <w:rFonts w:ascii="Verdana" w:hAnsi="Verdana" w:cstheme="minorHAnsi"/>
        </w:rPr>
      </w:pPr>
      <w:r w:rsidRPr="00693345">
        <w:rPr>
          <w:rFonts w:ascii="Verdana" w:hAnsi="Verdana" w:cstheme="minorHAnsi"/>
          <w:b/>
        </w:rPr>
        <w:t>Zkušenosti</w:t>
      </w:r>
      <w:r w:rsidRPr="00693345">
        <w:rPr>
          <w:rFonts w:ascii="Verdana" w:hAnsi="Verdana" w:cstheme="minorHAnsi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</w:rPr>
        <w:t>:</w:t>
      </w:r>
    </w:p>
    <w:tbl>
      <w:tblPr>
        <w:tblW w:w="9298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9"/>
        <w:gridCol w:w="4649"/>
      </w:tblGrid>
      <w:tr w:rsidR="001371AE" w:rsidRPr="00693345" w14:paraId="428EB6B7" w14:textId="77777777" w:rsidTr="001371AE">
        <w:trPr>
          <w:cantSplit/>
          <w:trHeight w:val="42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216F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Název zakázky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7665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-1636330684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34BFF69" w14:textId="77777777" w:rsidTr="001371AE">
        <w:trPr>
          <w:cantSplit/>
          <w:trHeight w:val="41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62E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Cena zakázky bez DPH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D1EB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593130153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588A65E6" w14:textId="77777777" w:rsidTr="001371AE">
        <w:trPr>
          <w:cantSplit/>
          <w:trHeight w:val="641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2D38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  <w:iCs/>
              </w:rPr>
            </w:pPr>
            <w:r w:rsidRPr="00693345">
              <w:rPr>
                <w:rFonts w:ascii="Verdana" w:hAnsi="Verdana" w:cstheme="minorHAnsi"/>
              </w:rPr>
              <w:t>Popis předmětu plnění zakázky – v detailu potřebném pro ověření skutečností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A186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348405336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824BDFE" w14:textId="77777777" w:rsidTr="001371AE">
        <w:trPr>
          <w:cantSplit/>
          <w:trHeight w:val="41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08B0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Termín dokončení zakázky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E2381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  <w:b/>
                <w:bCs/>
                <w:highlight w:val="yellow"/>
              </w:rPr>
            </w:pPr>
            <w:sdt>
              <w:sdtPr>
                <w:rPr>
                  <w:rFonts w:ascii="Verdana" w:hAnsi="Verdana"/>
                </w:rPr>
                <w:id w:val="-1739704398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11B84CA7" w14:textId="77777777" w:rsidTr="001371AE">
        <w:trPr>
          <w:cantSplit/>
          <w:trHeight w:val="63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809B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>Objednatel zakázky (obch. firma/název a sílo a kontaktní osoba objednatele - jméno, tel., email)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9127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1562909143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  <w:tr w:rsidR="001371AE" w:rsidRPr="00693345" w14:paraId="779DE4F5" w14:textId="77777777" w:rsidTr="001371AE">
        <w:trPr>
          <w:cantSplit/>
          <w:trHeight w:val="427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6115" w14:textId="77777777" w:rsidR="001371AE" w:rsidRPr="00693345" w:rsidRDefault="001371AE" w:rsidP="000359B5">
            <w:pPr>
              <w:jc w:val="both"/>
              <w:rPr>
                <w:rFonts w:ascii="Verdana" w:hAnsi="Verdana" w:cstheme="minorHAnsi"/>
              </w:rPr>
            </w:pPr>
            <w:r w:rsidRPr="00693345">
              <w:rPr>
                <w:rFonts w:ascii="Verdana" w:hAnsi="Verdana" w:cstheme="minorHAnsi"/>
              </w:rPr>
              <w:t xml:space="preserve">Popis vykonávaných pracovních činností 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483B" w14:textId="77777777" w:rsidR="001371AE" w:rsidRPr="00693345" w:rsidRDefault="00665BA0" w:rsidP="000359B5">
            <w:pPr>
              <w:jc w:val="center"/>
              <w:rPr>
                <w:rFonts w:ascii="Verdana" w:hAnsi="Verdana" w:cstheme="minorHAnsi"/>
              </w:rPr>
            </w:pPr>
            <w:sdt>
              <w:sdtPr>
                <w:rPr>
                  <w:rFonts w:ascii="Verdana" w:hAnsi="Verdana"/>
                </w:rPr>
                <w:id w:val="-1493939781"/>
                <w:showingPlcHdr/>
              </w:sdtPr>
              <w:sdtEndPr/>
              <w:sdtContent>
                <w:r w:rsidR="001371AE" w:rsidRPr="00693345">
                  <w:rPr>
                    <w:rStyle w:val="Zstupntext"/>
                    <w:rFonts w:ascii="Verdana" w:hAnsi="Verdana"/>
                  </w:rPr>
                  <w:t>Klikněte sem a zadejte text.</w:t>
                </w:r>
              </w:sdtContent>
            </w:sdt>
          </w:p>
        </w:tc>
      </w:tr>
    </w:tbl>
    <w:p w14:paraId="39219AA9" w14:textId="77777777" w:rsidR="001371AE" w:rsidRDefault="001371AE" w:rsidP="001371AE">
      <w:pPr>
        <w:jc w:val="both"/>
        <w:rPr>
          <w:rFonts w:ascii="Verdana" w:hAnsi="Verdana" w:cstheme="minorHAnsi"/>
          <w:b/>
        </w:rPr>
      </w:pPr>
    </w:p>
    <w:p w14:paraId="764F59ED" w14:textId="300B35F4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  <w:b/>
        </w:rPr>
        <w:t>Odborná způsobilost</w:t>
      </w:r>
      <w:r w:rsidRPr="00693345">
        <w:rPr>
          <w:rFonts w:ascii="Verdana" w:hAnsi="Verdana" w:cstheme="minorHAnsi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</w:rPr>
        <w:footnoteReference w:id="3"/>
      </w:r>
      <w:r w:rsidRPr="00693345">
        <w:rPr>
          <w:rFonts w:ascii="Verdana" w:hAnsi="Verdana" w:cstheme="minorHAnsi"/>
        </w:rPr>
        <w:t>:</w:t>
      </w:r>
      <w:r w:rsidRPr="00693345">
        <w:rPr>
          <w:rFonts w:ascii="Verdana" w:hAnsi="Verdana"/>
        </w:rPr>
        <w:t xml:space="preserve"> </w:t>
      </w:r>
      <w:sdt>
        <w:sdtPr>
          <w:rPr>
            <w:rFonts w:ascii="Verdana" w:hAnsi="Verdana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  <w:r w:rsidRPr="00693345">
        <w:rPr>
          <w:rFonts w:ascii="Verdana" w:hAnsi="Verdana" w:cstheme="minorHAnsi"/>
        </w:rPr>
        <w:t xml:space="preserve"> </w:t>
      </w:r>
    </w:p>
    <w:p w14:paraId="5D39C96A" w14:textId="77777777" w:rsidR="001371AE" w:rsidRPr="00693345" w:rsidRDefault="001371AE" w:rsidP="001371AE">
      <w:pPr>
        <w:pStyle w:val="Odstavecseseznamem"/>
        <w:ind w:left="900"/>
        <w:rPr>
          <w:rFonts w:ascii="Verdana" w:hAnsi="Verdana" w:cstheme="minorHAnsi"/>
          <w:b/>
        </w:rPr>
      </w:pPr>
    </w:p>
    <w:p w14:paraId="0CF0CC24" w14:textId="77777777" w:rsidR="001371AE" w:rsidRPr="00693345" w:rsidRDefault="001371AE" w:rsidP="001371AE">
      <w:pPr>
        <w:jc w:val="both"/>
        <w:rPr>
          <w:rFonts w:ascii="Verdana" w:hAnsi="Verdana" w:cstheme="minorHAnsi"/>
          <w:b/>
        </w:rPr>
      </w:pPr>
      <w:r w:rsidRPr="00693345">
        <w:rPr>
          <w:rFonts w:ascii="Verdana" w:hAnsi="Verdana" w:cstheme="minorHAnsi"/>
        </w:rPr>
        <w:t xml:space="preserve">Jiné informace (dle uvážení dodavatele): </w:t>
      </w:r>
      <w:sdt>
        <w:sdtPr>
          <w:rPr>
            <w:rFonts w:ascii="Verdana" w:hAnsi="Verdana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</w:rPr>
            <w:t>Klikněte sem a zadejte text.</w:t>
          </w:r>
        </w:sdtContent>
      </w:sdt>
      <w:sdt>
        <w:sdtPr>
          <w:rPr>
            <w:rFonts w:ascii="Verdana" w:hAnsi="Verdana"/>
          </w:rPr>
          <w:id w:val="-1077438275"/>
        </w:sdtPr>
        <w:sdtEndPr/>
        <w:sdtContent/>
      </w:sdt>
    </w:p>
    <w:p w14:paraId="57F00ECE" w14:textId="77777777" w:rsidR="009348E2" w:rsidRDefault="009348E2" w:rsidP="009348E2"/>
    <w:p w14:paraId="03F76E09" w14:textId="714FE9ED" w:rsidR="009348E2" w:rsidRDefault="009348E2" w:rsidP="009348E2"/>
    <w:sectPr w:rsidR="009348E2" w:rsidSect="0008627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89" w:right="1134" w:bottom="1474" w:left="2070" w:header="28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594B5" w14:textId="77777777" w:rsidR="00F245D2" w:rsidRDefault="00F245D2" w:rsidP="00962258">
      <w:pPr>
        <w:spacing w:after="0" w:line="240" w:lineRule="auto"/>
      </w:pPr>
      <w:r>
        <w:separator/>
      </w:r>
    </w:p>
  </w:endnote>
  <w:endnote w:type="continuationSeparator" w:id="0">
    <w:p w14:paraId="7C3C81FA" w14:textId="77777777" w:rsidR="00F245D2" w:rsidRDefault="00F245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67F006D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087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929D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7D9C34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5B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5B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60AAC80" w14:textId="77777777" w:rsidR="00F5459C" w:rsidRPr="00F5459C" w:rsidRDefault="00F5459C" w:rsidP="00F5459C">
          <w:pPr>
            <w:pStyle w:val="Zpat"/>
          </w:pPr>
          <w:r w:rsidRPr="00F5459C">
            <w:t>Oblastní ředitelství Ostrava</w:t>
          </w:r>
        </w:p>
        <w:p w14:paraId="1288AB9B" w14:textId="77777777" w:rsidR="00F5459C" w:rsidRPr="00F5459C" w:rsidRDefault="00F5459C" w:rsidP="00F5459C">
          <w:pPr>
            <w:pStyle w:val="Zpat"/>
          </w:pPr>
          <w:r w:rsidRPr="00F5459C">
            <w:t>Muglinovská 1038/5</w:t>
          </w:r>
        </w:p>
        <w:p w14:paraId="1D361DC0" w14:textId="202C0B96" w:rsidR="00F1715C" w:rsidRDefault="00F5459C" w:rsidP="00F5459C">
          <w:pPr>
            <w:pStyle w:val="Zpat"/>
          </w:pPr>
          <w:r w:rsidRPr="00F5459C">
            <w:t>702 00 Ostrava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7398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66BB7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06AE5" w14:textId="77777777" w:rsidR="00F245D2" w:rsidRDefault="00F245D2" w:rsidP="00962258">
      <w:pPr>
        <w:spacing w:after="0" w:line="240" w:lineRule="auto"/>
      </w:pPr>
      <w:r>
        <w:separator/>
      </w:r>
    </w:p>
  </w:footnote>
  <w:footnote w:type="continuationSeparator" w:id="0">
    <w:p w14:paraId="0BAE241B" w14:textId="77777777" w:rsidR="00F245D2" w:rsidRDefault="00F245D2" w:rsidP="00962258">
      <w:pPr>
        <w:spacing w:after="0" w:line="240" w:lineRule="auto"/>
      </w:pPr>
      <w:r>
        <w:continuationSeparator/>
      </w:r>
    </w:p>
  </w:footnote>
  <w:footnote w:id="1">
    <w:p w14:paraId="439DA102" w14:textId="77777777" w:rsidR="001371AE" w:rsidRPr="0041122E" w:rsidRDefault="001371AE" w:rsidP="001371AE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136A78A" w14:textId="77777777" w:rsidR="001371AE" w:rsidRPr="000D3ABF" w:rsidRDefault="001371AE" w:rsidP="001371AE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14:paraId="78C61C7D" w14:textId="5B1F18AC" w:rsidR="001371AE" w:rsidRPr="0041122E" w:rsidRDefault="001371AE" w:rsidP="001371AE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 xml:space="preserve">lastní doklady budou tvořit přílohu Seznamu </w:t>
      </w:r>
      <w:r w:rsidR="009056AC">
        <w:rPr>
          <w:rFonts w:ascii="Verdana" w:hAnsi="Verdana" w:cstheme="minorHAnsi"/>
          <w:sz w:val="16"/>
          <w:szCs w:val="16"/>
        </w:rPr>
        <w:t xml:space="preserve">osob v souladu s kapitolou 4 </w:t>
      </w:r>
      <w:r w:rsidRPr="0041122E">
        <w:rPr>
          <w:rFonts w:ascii="Verdana" w:hAnsi="Verdana" w:cstheme="minorHAnsi"/>
          <w:sz w:val="16"/>
          <w:szCs w:val="16"/>
        </w:rPr>
        <w:t xml:space="preserve">Přílohy č. </w:t>
      </w:r>
      <w:r w:rsidR="009056AC">
        <w:rPr>
          <w:rFonts w:ascii="Verdana" w:hAnsi="Verdana" w:cstheme="minorHAnsi"/>
          <w:sz w:val="16"/>
          <w:szCs w:val="16"/>
        </w:rPr>
        <w:t>1</w:t>
      </w:r>
      <w:r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086271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0D3F92E4" w14:textId="77777777" w:rsidR="00086271" w:rsidRDefault="00086271" w:rsidP="00086271">
    <w:pPr>
      <w:spacing w:after="0"/>
      <w:rPr>
        <w:lang w:eastAsia="cs-CZ"/>
      </w:rPr>
    </w:pPr>
    <w:r w:rsidRPr="00B62A54">
      <w:rPr>
        <w:lang w:eastAsia="cs-CZ"/>
      </w:rPr>
      <w:t xml:space="preserve">Příloha č. </w:t>
    </w:r>
    <w:r>
      <w:rPr>
        <w:lang w:eastAsia="cs-CZ"/>
      </w:rPr>
      <w:t>4</w:t>
    </w:r>
    <w:r w:rsidRPr="00B62A54">
      <w:rPr>
        <w:lang w:eastAsia="cs-CZ"/>
      </w:rPr>
      <w:t xml:space="preserve"> Výzvy k podání</w:t>
    </w:r>
    <w:r>
      <w:rPr>
        <w:lang w:eastAsia="cs-CZ"/>
      </w:rPr>
      <w:t xml:space="preserve"> nabídky</w:t>
    </w:r>
  </w:p>
  <w:p w14:paraId="5AF2F39E" w14:textId="77777777" w:rsidR="00086271" w:rsidRPr="00A07A54" w:rsidRDefault="00086271" w:rsidP="00086271">
    <w:pPr>
      <w:spacing w:after="0"/>
      <w:rPr>
        <w:rFonts w:eastAsia="Times New Roman" w:cs="Times New Roman"/>
        <w:sz w:val="22"/>
        <w:szCs w:val="24"/>
        <w:lang w:eastAsia="cs-CZ"/>
      </w:rPr>
    </w:pPr>
    <w:r w:rsidRPr="00A07A54">
      <w:rPr>
        <w:rFonts w:eastAsia="Times New Roman"/>
      </w:rPr>
      <w:t>Vzor</w:t>
    </w:r>
    <w:r>
      <w:rPr>
        <w:rFonts w:eastAsia="Times New Roman"/>
      </w:rPr>
      <w:t xml:space="preserve"> profesního </w:t>
    </w:r>
    <w:r w:rsidRPr="00A07A54">
      <w:rPr>
        <w:rFonts w:eastAsia="Times New Roman"/>
      </w:rPr>
      <w:t>životopis</w:t>
    </w:r>
    <w:r>
      <w:rPr>
        <w:rFonts w:eastAsia="Times New Roman"/>
      </w:rPr>
      <w:t>u členů realizačního týmu</w:t>
    </w:r>
  </w:p>
  <w:p w14:paraId="1D361DB8" w14:textId="7B781AC0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C"/>
    <w:rsid w:val="00020197"/>
    <w:rsid w:val="000205AF"/>
    <w:rsid w:val="0004385B"/>
    <w:rsid w:val="00072C1E"/>
    <w:rsid w:val="00086271"/>
    <w:rsid w:val="000C1B52"/>
    <w:rsid w:val="000D198A"/>
    <w:rsid w:val="000D55CF"/>
    <w:rsid w:val="000E1961"/>
    <w:rsid w:val="000E23A7"/>
    <w:rsid w:val="0010693F"/>
    <w:rsid w:val="00114472"/>
    <w:rsid w:val="00117013"/>
    <w:rsid w:val="001249C0"/>
    <w:rsid w:val="001371AE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0177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1127"/>
    <w:rsid w:val="003956C6"/>
    <w:rsid w:val="003D3C01"/>
    <w:rsid w:val="003F7787"/>
    <w:rsid w:val="00430FB5"/>
    <w:rsid w:val="00441430"/>
    <w:rsid w:val="00450F07"/>
    <w:rsid w:val="00453CD3"/>
    <w:rsid w:val="00453EA1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7EFC"/>
    <w:rsid w:val="005008E5"/>
    <w:rsid w:val="00505E38"/>
    <w:rsid w:val="00511AB9"/>
    <w:rsid w:val="00523EA7"/>
    <w:rsid w:val="00530F0D"/>
    <w:rsid w:val="005412DF"/>
    <w:rsid w:val="00553375"/>
    <w:rsid w:val="00557C28"/>
    <w:rsid w:val="005736B7"/>
    <w:rsid w:val="00575E5A"/>
    <w:rsid w:val="005D7F7E"/>
    <w:rsid w:val="005F1404"/>
    <w:rsid w:val="0061068E"/>
    <w:rsid w:val="0061647A"/>
    <w:rsid w:val="00624394"/>
    <w:rsid w:val="00646955"/>
    <w:rsid w:val="00656132"/>
    <w:rsid w:val="00660AD3"/>
    <w:rsid w:val="00665BA0"/>
    <w:rsid w:val="00675FF6"/>
    <w:rsid w:val="00677B7F"/>
    <w:rsid w:val="0068120C"/>
    <w:rsid w:val="00681A51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E6186"/>
    <w:rsid w:val="007F0984"/>
    <w:rsid w:val="007F56A7"/>
    <w:rsid w:val="008057E9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056AC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BE1428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74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C3C5E"/>
    <w:rsid w:val="00ED14BD"/>
    <w:rsid w:val="00EE7779"/>
    <w:rsid w:val="00F0533E"/>
    <w:rsid w:val="00F1048D"/>
    <w:rsid w:val="00F12DEC"/>
    <w:rsid w:val="00F1715C"/>
    <w:rsid w:val="00F245D2"/>
    <w:rsid w:val="00F310F8"/>
    <w:rsid w:val="00F35939"/>
    <w:rsid w:val="00F45607"/>
    <w:rsid w:val="00F5459C"/>
    <w:rsid w:val="00F5558F"/>
    <w:rsid w:val="00F659EB"/>
    <w:rsid w:val="00F741F0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CCABFA61-8E50-4CD8-838D-2316F499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1371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5ADCD2AD82430E8215A84FF6D92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12EA2-F315-42C7-99C9-2214FBF0FD7B}"/>
      </w:docPartPr>
      <w:docPartBody>
        <w:p w:rsidR="00031B13" w:rsidRDefault="00E563DA" w:rsidP="00E563DA">
          <w:pPr>
            <w:pStyle w:val="195ADCD2AD82430E8215A84FF6D92D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9EEB9179F74CBAA40729993397ED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F77FB-0A2F-4652-BCC8-1F55FBB18D00}"/>
      </w:docPartPr>
      <w:docPartBody>
        <w:p w:rsidR="00031B13" w:rsidRDefault="00E563DA" w:rsidP="00E563DA">
          <w:pPr>
            <w:pStyle w:val="E79EEB9179F74CBAA40729993397ED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D28CE2DFF9E4A59ADA000B0F5840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A8C57-7E62-4F48-B3D1-84D7E3CC7CC8}"/>
      </w:docPartPr>
      <w:docPartBody>
        <w:p w:rsidR="00031B13" w:rsidRDefault="00E563DA" w:rsidP="00E563DA">
          <w:pPr>
            <w:pStyle w:val="ED28CE2DFF9E4A59ADA000B0F5840F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FC1C5450E9409090DD1B1F806B2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A8415-3512-45A9-AAD5-882445EAB879}"/>
      </w:docPartPr>
      <w:docPartBody>
        <w:p w:rsidR="00031B13" w:rsidRDefault="00E563DA" w:rsidP="00E563DA">
          <w:pPr>
            <w:pStyle w:val="1BFC1C5450E9409090DD1B1F806B23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725D10C70B48FC8D12538BC6B500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701DC-3D0B-4B06-976E-AA6DA144ADBA}"/>
      </w:docPartPr>
      <w:docPartBody>
        <w:p w:rsidR="00031B13" w:rsidRDefault="00E563DA" w:rsidP="00E563DA">
          <w:pPr>
            <w:pStyle w:val="18725D10C70B48FC8D12538BC6B500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E45EA75D224374A7FD6F2DBB67F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26810D-A9E6-4BB2-8CE7-3105CA1B8E97}"/>
      </w:docPartPr>
      <w:docPartBody>
        <w:p w:rsidR="00031B13" w:rsidRDefault="00E563DA" w:rsidP="00E563DA">
          <w:pPr>
            <w:pStyle w:val="C6E45EA75D224374A7FD6F2DBB67FE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368645F29E4BF7BA718981757829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AD8B42-452C-402B-B3EE-7B69585D5D39}"/>
      </w:docPartPr>
      <w:docPartBody>
        <w:p w:rsidR="00031B13" w:rsidRDefault="00E563DA" w:rsidP="00E563DA">
          <w:pPr>
            <w:pStyle w:val="8F368645F29E4BF7BA718981757829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0280AD6DAD4719A1A5421C614A45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04A22-3515-4168-B946-D2C90620E11F}"/>
      </w:docPartPr>
      <w:docPartBody>
        <w:p w:rsidR="00031B13" w:rsidRDefault="00E563DA" w:rsidP="00E563DA">
          <w:pPr>
            <w:pStyle w:val="6A0280AD6DAD4719A1A5421C614A45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9D39443C264BAC86FC45FB7D5B0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A7EE26-820A-49C1-9A33-6E6DD109C668}"/>
      </w:docPartPr>
      <w:docPartBody>
        <w:p w:rsidR="00031B13" w:rsidRDefault="00E563DA" w:rsidP="00E563DA">
          <w:pPr>
            <w:pStyle w:val="839D39443C264BAC86FC45FB7D5B04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DF2662201749DF9AF09FEFC9BD43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9D470F-5ECC-45B2-B396-3C6D3598D513}"/>
      </w:docPartPr>
      <w:docPartBody>
        <w:p w:rsidR="00031B13" w:rsidRDefault="00E563DA" w:rsidP="00E563DA">
          <w:pPr>
            <w:pStyle w:val="99DF2662201749DF9AF09FEFC9BD43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7004550606474792DBC53239184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94A0CE-0D56-49EB-83BB-7C8F79E907B2}"/>
      </w:docPartPr>
      <w:docPartBody>
        <w:p w:rsidR="00031B13" w:rsidRDefault="00E563DA" w:rsidP="00E563DA">
          <w:pPr>
            <w:pStyle w:val="BD7004550606474792DBC532391842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B1534C8F64CE78712FF4639A49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2F9E5-35B3-496A-9FEE-B9EDBFEE14BC}"/>
      </w:docPartPr>
      <w:docPartBody>
        <w:p w:rsidR="00031B13" w:rsidRDefault="00E563DA" w:rsidP="00E563DA">
          <w:pPr>
            <w:pStyle w:val="F7DB1534C8F64CE78712FF4639A4943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0A7548063E4EDD80461CC6954D54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A97BA9-A8AE-4943-8C74-9478BE57C222}"/>
      </w:docPartPr>
      <w:docPartBody>
        <w:p w:rsidR="00031B13" w:rsidRDefault="00E563DA" w:rsidP="00E563DA">
          <w:pPr>
            <w:pStyle w:val="420A7548063E4EDD80461CC6954D54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4BA334543944FA90CDCFF171EAD6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3D3AE-F445-427C-9DE8-7BFA566CAE1C}"/>
      </w:docPartPr>
      <w:docPartBody>
        <w:p w:rsidR="00031B13" w:rsidRDefault="00E563DA" w:rsidP="00E563DA">
          <w:pPr>
            <w:pStyle w:val="F04BA334543944FA90CDCFF171EAD6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4F2E78537EA4C2D832C01C4310C5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3BBBF8-67E6-422E-8713-CE2B28DCE96C}"/>
      </w:docPartPr>
      <w:docPartBody>
        <w:p w:rsidR="00031B13" w:rsidRDefault="00E563DA" w:rsidP="00E563DA">
          <w:pPr>
            <w:pStyle w:val="C4F2E78537EA4C2D832C01C4310C5E9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DA"/>
    <w:rsid w:val="00031B13"/>
    <w:rsid w:val="00E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563DA"/>
    <w:rPr>
      <w:color w:val="808080"/>
    </w:rPr>
  </w:style>
  <w:style w:type="paragraph" w:customStyle="1" w:styleId="195ADCD2AD82430E8215A84FF6D92D1F">
    <w:name w:val="195ADCD2AD82430E8215A84FF6D92D1F"/>
    <w:rsid w:val="00E563DA"/>
  </w:style>
  <w:style w:type="paragraph" w:customStyle="1" w:styleId="E79EEB9179F74CBAA40729993397EDD1">
    <w:name w:val="E79EEB9179F74CBAA40729993397EDD1"/>
    <w:rsid w:val="00E563DA"/>
  </w:style>
  <w:style w:type="paragraph" w:customStyle="1" w:styleId="ED28CE2DFF9E4A59ADA000B0F5840F0F">
    <w:name w:val="ED28CE2DFF9E4A59ADA000B0F5840F0F"/>
    <w:rsid w:val="00E563DA"/>
  </w:style>
  <w:style w:type="paragraph" w:customStyle="1" w:styleId="1BFC1C5450E9409090DD1B1F806B23AC">
    <w:name w:val="1BFC1C5450E9409090DD1B1F806B23AC"/>
    <w:rsid w:val="00E563DA"/>
  </w:style>
  <w:style w:type="paragraph" w:customStyle="1" w:styleId="18725D10C70B48FC8D12538BC6B50073">
    <w:name w:val="18725D10C70B48FC8D12538BC6B50073"/>
    <w:rsid w:val="00E563DA"/>
  </w:style>
  <w:style w:type="paragraph" w:customStyle="1" w:styleId="C6E45EA75D224374A7FD6F2DBB67FE65">
    <w:name w:val="C6E45EA75D224374A7FD6F2DBB67FE65"/>
    <w:rsid w:val="00E563DA"/>
  </w:style>
  <w:style w:type="paragraph" w:customStyle="1" w:styleId="8F368645F29E4BF7BA71898175782938">
    <w:name w:val="8F368645F29E4BF7BA71898175782938"/>
    <w:rsid w:val="00E563DA"/>
  </w:style>
  <w:style w:type="paragraph" w:customStyle="1" w:styleId="6A0280AD6DAD4719A1A5421C614A4529">
    <w:name w:val="6A0280AD6DAD4719A1A5421C614A4529"/>
    <w:rsid w:val="00E563DA"/>
  </w:style>
  <w:style w:type="paragraph" w:customStyle="1" w:styleId="839D39443C264BAC86FC45FB7D5B0409">
    <w:name w:val="839D39443C264BAC86FC45FB7D5B0409"/>
    <w:rsid w:val="00E563DA"/>
  </w:style>
  <w:style w:type="paragraph" w:customStyle="1" w:styleId="99DF2662201749DF9AF09FEFC9BD43E9">
    <w:name w:val="99DF2662201749DF9AF09FEFC9BD43E9"/>
    <w:rsid w:val="00E563DA"/>
  </w:style>
  <w:style w:type="paragraph" w:customStyle="1" w:styleId="BD7004550606474792DBC5323918428A">
    <w:name w:val="BD7004550606474792DBC5323918428A"/>
    <w:rsid w:val="00E563DA"/>
  </w:style>
  <w:style w:type="paragraph" w:customStyle="1" w:styleId="F7DB1534C8F64CE78712FF4639A4943F">
    <w:name w:val="F7DB1534C8F64CE78712FF4639A4943F"/>
    <w:rsid w:val="00E563DA"/>
  </w:style>
  <w:style w:type="paragraph" w:customStyle="1" w:styleId="420A7548063E4EDD80461CC6954D5463">
    <w:name w:val="420A7548063E4EDD80461CC6954D5463"/>
    <w:rsid w:val="00E563DA"/>
  </w:style>
  <w:style w:type="paragraph" w:customStyle="1" w:styleId="F04BA334543944FA90CDCFF171EAD6E3">
    <w:name w:val="F04BA334543944FA90CDCFF171EAD6E3"/>
    <w:rsid w:val="00E563DA"/>
  </w:style>
  <w:style w:type="paragraph" w:customStyle="1" w:styleId="C4F2E78537EA4C2D832C01C4310C5E9E">
    <w:name w:val="C4F2E78537EA4C2D832C01C4310C5E9E"/>
    <w:rsid w:val="00E563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6E7B0-E12B-4987-B344-3C158D13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11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Bauer Michal</cp:lastModifiedBy>
  <cp:revision>8</cp:revision>
  <cp:lastPrinted>2020-07-15T06:29:00Z</cp:lastPrinted>
  <dcterms:created xsi:type="dcterms:W3CDTF">2022-08-10T12:18:00Z</dcterms:created>
  <dcterms:modified xsi:type="dcterms:W3CDTF">2022-10-18T08:18:00Z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